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480150" w14:textId="77777777" w:rsidR="00FA44DA" w:rsidRPr="00CF73E1" w:rsidRDefault="00997F14" w:rsidP="00FA44DA">
      <w:pPr>
        <w:spacing w:line="240" w:lineRule="auto"/>
        <w:jc w:val="right"/>
        <w:rPr>
          <w:rFonts w:ascii="Corbel" w:hAnsi="Corbel"/>
          <w:bCs/>
          <w:i/>
          <w:iCs/>
          <w:smallCaps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bookmarkStart w:id="0" w:name="_Hlk201668953"/>
      <w:bookmarkStart w:id="1" w:name="_Hlk201668836"/>
      <w:r w:rsidR="00FA44DA" w:rsidRPr="00CF73E1">
        <w:rPr>
          <w:rFonts w:ascii="Corbel" w:hAnsi="Corbel"/>
          <w:bCs/>
          <w:i/>
          <w:iCs/>
          <w:smallCaps/>
        </w:rPr>
        <w:t>Załącznik nr 1.5 do Zarządzenia Rektora UR nr 61/2025</w:t>
      </w:r>
    </w:p>
    <w:bookmarkEnd w:id="0"/>
    <w:p w14:paraId="50675A57" w14:textId="77777777" w:rsidR="00FA44DA" w:rsidRPr="009C54AE" w:rsidRDefault="00FA44DA" w:rsidP="00FA44DA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01943F" w14:textId="77777777" w:rsidR="00FA44DA" w:rsidRDefault="00FA44DA" w:rsidP="00FA44D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93C55">
        <w:rPr>
          <w:rFonts w:ascii="Corbel" w:hAnsi="Corbel"/>
          <w:b/>
          <w:smallCaps/>
          <w:sz w:val="24"/>
          <w:szCs w:val="24"/>
        </w:rPr>
        <w:t>dotyczy cyklu kształcenia 202</w:t>
      </w:r>
      <w:r>
        <w:rPr>
          <w:rFonts w:ascii="Corbel" w:hAnsi="Corbel"/>
          <w:b/>
          <w:smallCaps/>
          <w:sz w:val="24"/>
          <w:szCs w:val="24"/>
        </w:rPr>
        <w:t>5</w:t>
      </w:r>
      <w:r w:rsidRPr="00A93C55">
        <w:rPr>
          <w:rFonts w:ascii="Corbel" w:hAnsi="Corbel"/>
          <w:b/>
          <w:smallCaps/>
          <w:sz w:val="24"/>
          <w:szCs w:val="24"/>
        </w:rPr>
        <w:t>-202</w:t>
      </w:r>
      <w:r>
        <w:rPr>
          <w:rFonts w:ascii="Corbel" w:hAnsi="Corbel"/>
          <w:b/>
          <w:smallCaps/>
          <w:sz w:val="24"/>
          <w:szCs w:val="24"/>
        </w:rPr>
        <w:t>7</w:t>
      </w:r>
    </w:p>
    <w:p w14:paraId="5FA10A27" w14:textId="77777777" w:rsidR="00FA44DA" w:rsidRPr="00B169DF" w:rsidRDefault="00FA44DA" w:rsidP="00FA44D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400F6F22" w14:textId="77777777" w:rsidR="00FA44DA" w:rsidRPr="00A93C55" w:rsidRDefault="00FA44DA" w:rsidP="00FA44DA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A93C55">
        <w:rPr>
          <w:rFonts w:ascii="Corbel" w:hAnsi="Corbel"/>
          <w:sz w:val="24"/>
          <w:szCs w:val="24"/>
        </w:rPr>
        <w:t>Rok akademicki   202</w:t>
      </w:r>
      <w:r>
        <w:rPr>
          <w:rFonts w:ascii="Corbel" w:hAnsi="Corbel"/>
          <w:sz w:val="24"/>
          <w:szCs w:val="24"/>
        </w:rPr>
        <w:t>5</w:t>
      </w:r>
      <w:r w:rsidRPr="00A93C55">
        <w:rPr>
          <w:rFonts w:ascii="Corbel" w:hAnsi="Corbel"/>
          <w:sz w:val="24"/>
          <w:szCs w:val="24"/>
        </w:rPr>
        <w:t>-202</w:t>
      </w:r>
      <w:r>
        <w:rPr>
          <w:rFonts w:ascii="Corbel" w:hAnsi="Corbel"/>
          <w:sz w:val="24"/>
          <w:szCs w:val="24"/>
        </w:rPr>
        <w:t>6</w:t>
      </w:r>
    </w:p>
    <w:bookmarkEnd w:id="1"/>
    <w:p w14:paraId="2B273396" w14:textId="77777777" w:rsidR="00FA44DA" w:rsidRPr="00A93C55" w:rsidRDefault="00FA44DA" w:rsidP="00FA44DA">
      <w:pPr>
        <w:spacing w:after="0" w:line="240" w:lineRule="auto"/>
        <w:rPr>
          <w:rFonts w:ascii="Corbel" w:hAnsi="Corbel"/>
          <w:sz w:val="24"/>
          <w:szCs w:val="24"/>
        </w:rPr>
      </w:pPr>
    </w:p>
    <w:p w14:paraId="1E298846" w14:textId="19F2B8DE" w:rsidR="0085747A" w:rsidRPr="00B169DF" w:rsidRDefault="0085747A" w:rsidP="00FA44DA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3A5DA831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217E617F" w14:textId="77777777" w:rsidTr="00B819C8">
        <w:tc>
          <w:tcPr>
            <w:tcW w:w="2694" w:type="dxa"/>
            <w:vAlign w:val="center"/>
          </w:tcPr>
          <w:p w14:paraId="360A3392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06944BA" w14:textId="0A9A58C2" w:rsidR="0085747A" w:rsidRPr="00B169DF" w:rsidRDefault="006C23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Konflikt i kryzys w aspekcie politycznym, społecznym, kulturowym i cywilizacyjnym</w:t>
            </w:r>
          </w:p>
        </w:tc>
      </w:tr>
      <w:tr w:rsidR="0085747A" w:rsidRPr="00B169DF" w14:paraId="50449669" w14:textId="77777777" w:rsidTr="00B819C8">
        <w:tc>
          <w:tcPr>
            <w:tcW w:w="2694" w:type="dxa"/>
            <w:vAlign w:val="center"/>
          </w:tcPr>
          <w:p w14:paraId="086F1B62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97A34B4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3BBAAF04" w14:textId="77777777" w:rsidTr="00B819C8">
        <w:tc>
          <w:tcPr>
            <w:tcW w:w="2694" w:type="dxa"/>
            <w:vAlign w:val="center"/>
          </w:tcPr>
          <w:p w14:paraId="724B1CBF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69ACD16" w14:textId="51AAFAE1" w:rsidR="0085747A" w:rsidRPr="00B169DF" w:rsidRDefault="00FA44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85747A" w:rsidRPr="00B169DF" w14:paraId="7ADB698E" w14:textId="77777777" w:rsidTr="00B819C8">
        <w:tc>
          <w:tcPr>
            <w:tcW w:w="2694" w:type="dxa"/>
            <w:vAlign w:val="center"/>
          </w:tcPr>
          <w:p w14:paraId="03D9071F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7F2DB7F" w14:textId="2CF35D24" w:rsidR="0085747A" w:rsidRPr="00B169DF" w:rsidRDefault="006C23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Filozofii</w:t>
            </w:r>
          </w:p>
        </w:tc>
      </w:tr>
      <w:tr w:rsidR="0085747A" w:rsidRPr="00B169DF" w14:paraId="3C479C48" w14:textId="77777777" w:rsidTr="00B819C8">
        <w:tc>
          <w:tcPr>
            <w:tcW w:w="2694" w:type="dxa"/>
            <w:vAlign w:val="center"/>
          </w:tcPr>
          <w:p w14:paraId="4E6D654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5D3E010" w14:textId="5B1C283C" w:rsidR="0085747A" w:rsidRPr="00B169DF" w:rsidRDefault="006C23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Komunikacja Międzykulturowa</w:t>
            </w:r>
          </w:p>
        </w:tc>
      </w:tr>
      <w:tr w:rsidR="0085747A" w:rsidRPr="00B169DF" w14:paraId="4E88B8BD" w14:textId="77777777" w:rsidTr="00B819C8">
        <w:tc>
          <w:tcPr>
            <w:tcW w:w="2694" w:type="dxa"/>
            <w:vAlign w:val="center"/>
          </w:tcPr>
          <w:p w14:paraId="22434129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92794EB" w14:textId="5A03A900" w:rsidR="0085747A" w:rsidRPr="00B169DF" w:rsidRDefault="006C23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B169DF" w14:paraId="23A688AE" w14:textId="77777777" w:rsidTr="00B819C8">
        <w:tc>
          <w:tcPr>
            <w:tcW w:w="2694" w:type="dxa"/>
            <w:vAlign w:val="center"/>
          </w:tcPr>
          <w:p w14:paraId="6E23FB6E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571A3D1" w14:textId="17640B79" w:rsidR="0085747A" w:rsidRPr="00B169DF" w:rsidRDefault="006C23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14:paraId="103F39EC" w14:textId="77777777" w:rsidTr="00B819C8">
        <w:tc>
          <w:tcPr>
            <w:tcW w:w="2694" w:type="dxa"/>
            <w:vAlign w:val="center"/>
          </w:tcPr>
          <w:p w14:paraId="46D64983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5CEF950" w14:textId="4C260462" w:rsidR="0085747A" w:rsidRPr="00B169DF" w:rsidRDefault="006C23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169DF" w14:paraId="668FFE72" w14:textId="77777777" w:rsidTr="00B819C8">
        <w:tc>
          <w:tcPr>
            <w:tcW w:w="2694" w:type="dxa"/>
            <w:vAlign w:val="center"/>
          </w:tcPr>
          <w:p w14:paraId="649DCDA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4E66A7D" w14:textId="5212D49A" w:rsidR="0085747A" w:rsidRPr="00B169DF" w:rsidRDefault="006C23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I, semestr 1</w:t>
            </w:r>
          </w:p>
        </w:tc>
      </w:tr>
      <w:tr w:rsidR="0085747A" w:rsidRPr="00B169DF" w14:paraId="4F3BFCBC" w14:textId="77777777" w:rsidTr="00B819C8">
        <w:tc>
          <w:tcPr>
            <w:tcW w:w="2694" w:type="dxa"/>
            <w:vAlign w:val="center"/>
          </w:tcPr>
          <w:p w14:paraId="3D214EB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1D62451" w14:textId="1F69EFEF" w:rsidR="0085747A" w:rsidRPr="00B169DF" w:rsidRDefault="006C23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B169DF" w14:paraId="3334DA5F" w14:textId="77777777" w:rsidTr="00B819C8">
        <w:tc>
          <w:tcPr>
            <w:tcW w:w="2694" w:type="dxa"/>
            <w:vAlign w:val="center"/>
          </w:tcPr>
          <w:p w14:paraId="4B5B92CF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31BF93A" w14:textId="668218D2" w:rsidR="00923D7D" w:rsidRPr="00B169DF" w:rsidRDefault="006C23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B169DF" w14:paraId="22D64D91" w14:textId="77777777" w:rsidTr="00B819C8">
        <w:tc>
          <w:tcPr>
            <w:tcW w:w="2694" w:type="dxa"/>
            <w:vAlign w:val="center"/>
          </w:tcPr>
          <w:p w14:paraId="0DAA401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76A4498" w14:textId="78B29B52" w:rsidR="0085747A" w:rsidRPr="00B169DF" w:rsidRDefault="006C23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Magdalena Michalik-Jeżowska, prof. UR</w:t>
            </w:r>
          </w:p>
        </w:tc>
      </w:tr>
      <w:tr w:rsidR="0085747A" w:rsidRPr="00B169DF" w14:paraId="7C5E489D" w14:textId="77777777" w:rsidTr="00B819C8">
        <w:tc>
          <w:tcPr>
            <w:tcW w:w="2694" w:type="dxa"/>
            <w:vAlign w:val="center"/>
          </w:tcPr>
          <w:p w14:paraId="126A7F0F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A990B96" w14:textId="7D46EFED" w:rsidR="0085747A" w:rsidRPr="00B169DF" w:rsidRDefault="006C23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Magdalena Michalik-Jeżowska, prof. UR</w:t>
            </w:r>
          </w:p>
        </w:tc>
      </w:tr>
    </w:tbl>
    <w:p w14:paraId="4814A80B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5B7F955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8905723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46BA637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690C43A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4774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41F0BCD4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8E94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A47F2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6F21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3559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87DB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CB8B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7246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BD6F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3666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5689D69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B3289" w14:textId="256F4C83" w:rsidR="00015B8F" w:rsidRPr="00B169DF" w:rsidRDefault="006C23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E6A56" w14:textId="098E40F3" w:rsidR="00015B8F" w:rsidRPr="00B169DF" w:rsidRDefault="006C23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26AC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6AF0E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67B5D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7590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E5A6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DD4A3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36129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3239A" w14:textId="315E64CC" w:rsidR="00015B8F" w:rsidRPr="00B169DF" w:rsidRDefault="006C23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B169DF" w14:paraId="4E433E8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B0EB2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F64FB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1D25D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035A5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6B816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0DFD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8D9C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7A5D8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247B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698DD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4C2001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189ECF6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3547036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19618F1A" w14:textId="77777777" w:rsidR="0085747A" w:rsidRPr="006C233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  <w:r w:rsidRPr="00B30178">
        <w:rPr>
          <w:rFonts w:ascii="Corbel" w:hAnsi="Corbel"/>
          <w:b w:val="0"/>
          <w:smallCaps w:val="0"/>
          <w:szCs w:val="24"/>
        </w:rPr>
        <w:t>zajęcia w formie tradycyjnej</w:t>
      </w:r>
      <w:r w:rsidRPr="006C233B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14:paraId="4EBB96DC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  <w:r w:rsidRPr="00B30178">
        <w:rPr>
          <w:rFonts w:ascii="Corbel" w:hAnsi="Corbel"/>
          <w:smallCaps w:val="0"/>
          <w:szCs w:val="24"/>
          <w:u w:val="single"/>
        </w:rPr>
        <w:t>zajęcia realizowane z wykorzystaniem metod i technik kształcenia na odległość</w:t>
      </w:r>
    </w:p>
    <w:p w14:paraId="0D975B8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9F0936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A3114D1" w14:textId="1A6F0B9E" w:rsidR="009C54AE" w:rsidRPr="00B169DF" w:rsidRDefault="006C233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37F8523F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780DD5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42982094" w14:textId="77777777" w:rsidTr="00745302">
        <w:tc>
          <w:tcPr>
            <w:tcW w:w="9670" w:type="dxa"/>
          </w:tcPr>
          <w:p w14:paraId="34B78124" w14:textId="35A8AF00" w:rsidR="0085747A" w:rsidRPr="00B169DF" w:rsidRDefault="006C233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Ogólna orientacja w polityce krajowej i międzynarodowej</w:t>
            </w:r>
            <w:r w:rsidR="000704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7EE216F8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6126AA9A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6BB1CF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7591203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8D21BD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50542800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B169DF" w14:paraId="1AC7C70C" w14:textId="77777777" w:rsidTr="00923D7D">
        <w:tc>
          <w:tcPr>
            <w:tcW w:w="851" w:type="dxa"/>
            <w:vAlign w:val="center"/>
          </w:tcPr>
          <w:p w14:paraId="478F67C2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38C5C8F" w14:textId="317BC1A3" w:rsidR="0085747A" w:rsidRPr="00B169DF" w:rsidRDefault="000704A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istotą kryzysów i konfliktów we współczesnym świecie.</w:t>
            </w:r>
          </w:p>
        </w:tc>
      </w:tr>
      <w:tr w:rsidR="0085747A" w:rsidRPr="00B169DF" w14:paraId="57A412CE" w14:textId="77777777" w:rsidTr="00923D7D">
        <w:tc>
          <w:tcPr>
            <w:tcW w:w="851" w:type="dxa"/>
            <w:vAlign w:val="center"/>
          </w:tcPr>
          <w:p w14:paraId="7D2BDCD1" w14:textId="4A896410" w:rsidR="0085747A" w:rsidRPr="00B169DF" w:rsidRDefault="000704A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6C32661" w14:textId="16C6FEFF" w:rsidR="0085747A" w:rsidRPr="00B169DF" w:rsidRDefault="000704A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Pokazanie metod służących rozwiązywaniu sporów oraz zapobieganiu im.</w:t>
            </w:r>
          </w:p>
        </w:tc>
      </w:tr>
      <w:tr w:rsidR="0085747A" w:rsidRPr="00B169DF" w14:paraId="01C73F14" w14:textId="77777777" w:rsidTr="00923D7D">
        <w:tc>
          <w:tcPr>
            <w:tcW w:w="851" w:type="dxa"/>
            <w:vAlign w:val="center"/>
          </w:tcPr>
          <w:p w14:paraId="4C72522F" w14:textId="13D0A809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819" w:type="dxa"/>
            <w:vAlign w:val="center"/>
          </w:tcPr>
          <w:p w14:paraId="58C7BDBF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3CB8AF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29E7E52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5560EBCD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B169DF" w14:paraId="2F4B4ED8" w14:textId="77777777" w:rsidTr="0071620A">
        <w:tc>
          <w:tcPr>
            <w:tcW w:w="1701" w:type="dxa"/>
            <w:vAlign w:val="center"/>
          </w:tcPr>
          <w:p w14:paraId="0242F36A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D80D81D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2EFA9A1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5281B8F7" w14:textId="77777777" w:rsidTr="005E6E85">
        <w:tc>
          <w:tcPr>
            <w:tcW w:w="1701" w:type="dxa"/>
          </w:tcPr>
          <w:p w14:paraId="526F89B1" w14:textId="154EDB8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14:paraId="18DC18C7" w14:textId="77777777" w:rsidR="002F7669" w:rsidRDefault="002F766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62BE5DB" w14:textId="77777777" w:rsidR="002F7669" w:rsidRDefault="002F766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71C87A3" w14:textId="0C496490" w:rsidR="002F7669" w:rsidRPr="00B169DF" w:rsidRDefault="002F7669" w:rsidP="006932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513C66F" w14:textId="3ED14053" w:rsidR="0085747A" w:rsidRDefault="001D47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Wiedza: absolwent zna i rozumie:</w:t>
            </w:r>
          </w:p>
          <w:p w14:paraId="02B4FB3F" w14:textId="698E6C96" w:rsidR="002F7669" w:rsidRDefault="00C06B1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1D47E3">
              <w:rPr>
                <w:rFonts w:ascii="Corbel" w:hAnsi="Corbel"/>
                <w:b w:val="0"/>
                <w:smallCaps w:val="0"/>
                <w:szCs w:val="24"/>
              </w:rPr>
              <w:t xml:space="preserve"> pogłębionym stopniu wiedzę z zakresu bloku </w:t>
            </w:r>
          </w:p>
          <w:p w14:paraId="3B1FE867" w14:textId="77777777" w:rsidR="001D47E3" w:rsidRDefault="001D47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tematycznego dotyczącego konfliktów i kryzysów</w:t>
            </w:r>
            <w:r w:rsidR="002F7669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14:paraId="1C8C69E2" w14:textId="0BCDDF73" w:rsidR="002F7669" w:rsidRPr="00B169DF" w:rsidRDefault="002F766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relacje między wchodzącymi ze sobą w konflikt podmiotami pochodzącymi z różnych narodów</w:t>
            </w:r>
            <w:r w:rsidR="006924FB">
              <w:rPr>
                <w:rFonts w:ascii="Corbel" w:hAnsi="Corbel"/>
                <w:b w:val="0"/>
                <w:smallCaps w:val="0"/>
                <w:szCs w:val="24"/>
              </w:rPr>
              <w:t xml:space="preserve"> bądź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kultur.</w:t>
            </w:r>
          </w:p>
        </w:tc>
        <w:tc>
          <w:tcPr>
            <w:tcW w:w="1873" w:type="dxa"/>
          </w:tcPr>
          <w:p w14:paraId="684CD49A" w14:textId="04AF02A7" w:rsidR="002F7669" w:rsidRDefault="0069329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B35214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18DFD3CB" w14:textId="77777777" w:rsidR="002F7669" w:rsidRDefault="002F766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1C6CBB5" w14:textId="6EE86C55" w:rsidR="002F7669" w:rsidRPr="00B169DF" w:rsidRDefault="0069329F" w:rsidP="006932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B3521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85747A" w:rsidRPr="00B169DF" w14:paraId="6DA55FA2" w14:textId="77777777" w:rsidTr="005E6E85">
        <w:tc>
          <w:tcPr>
            <w:tcW w:w="1701" w:type="dxa"/>
          </w:tcPr>
          <w:p w14:paraId="3ABDD28E" w14:textId="59D6D13D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9329F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795D3C2E" w14:textId="77777777" w:rsidR="00C06B13" w:rsidRDefault="00C06B1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682EC9F" w14:textId="77777777" w:rsidR="00C06B13" w:rsidRDefault="00C06B1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02F4183" w14:textId="77777777" w:rsidR="00C06B13" w:rsidRDefault="00C06B1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76236EF" w14:textId="3F11FBB3" w:rsidR="00C06B13" w:rsidRDefault="0069329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  <w:p w14:paraId="69729CD0" w14:textId="77777777" w:rsidR="00C06B13" w:rsidRDefault="00C06B1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11CF5C7" w14:textId="77777777" w:rsidR="00C06B13" w:rsidRDefault="00C06B1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5A1D03E" w14:textId="6C1C8A5D" w:rsidR="00C06B13" w:rsidRPr="00B169DF" w:rsidRDefault="0069329F" w:rsidP="006932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35979DF4" w14:textId="77777777" w:rsidR="0085747A" w:rsidRDefault="002F766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Umiejętności: absolwent potrafi:</w:t>
            </w:r>
          </w:p>
          <w:p w14:paraId="1DB44D57" w14:textId="77777777" w:rsidR="002F7669" w:rsidRDefault="00C06B1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wyszukiwać, analizować, oceniać, selekcjonować i użytkować informacje z dziedziny konfliktów i kryzysów z wykorzystaniem różnych źródeł;</w:t>
            </w:r>
          </w:p>
          <w:p w14:paraId="4EAF944F" w14:textId="02457EE4" w:rsidR="00C06B13" w:rsidRDefault="00C06B1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prowadzić debatę, merytorycznie argumentować z wykorzystaniem poglądów własnych oraz innych autorów;</w:t>
            </w:r>
          </w:p>
          <w:p w14:paraId="06E14853" w14:textId="77777777" w:rsidR="00C06B13" w:rsidRDefault="00C06B1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06B06B0" w14:textId="70217DBC" w:rsidR="00C06B13" w:rsidRDefault="00C06B1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samodzielnie zdobywać wiedzę i rozwijać umiejętności badawcze przez całe życie oraz kierować rozwojem innych w zakresie wiedzy i umiejętności związanych z wiedzą o konfliktach i kryzysach</w:t>
            </w:r>
            <w:r w:rsidR="006924F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BBEC5AC" w14:textId="627EFED0" w:rsidR="00C06B13" w:rsidRPr="00B169DF" w:rsidRDefault="00C06B1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275C87EE" w14:textId="516D6984" w:rsidR="00C06B13" w:rsidRDefault="0069329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1C4E74ED" w14:textId="77777777" w:rsidR="00C06B13" w:rsidRDefault="00C06B1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9917415" w14:textId="77777777" w:rsidR="00C06B13" w:rsidRDefault="00C06B1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ADCF1FB" w14:textId="064305DC" w:rsidR="006924FB" w:rsidRDefault="0069329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B35214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4E550F27" w14:textId="77777777" w:rsidR="0069329F" w:rsidRDefault="0069329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0331BCB" w14:textId="77777777" w:rsidR="0069329F" w:rsidRDefault="0069329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3BDFF4E" w14:textId="77777777" w:rsidR="0069329F" w:rsidRDefault="0069329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0B22796" w14:textId="61AA4F22" w:rsidR="006924FB" w:rsidRPr="00B169DF" w:rsidRDefault="0069329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B35214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85747A" w:rsidRPr="00B169DF" w14:paraId="4251E2C5" w14:textId="77777777" w:rsidTr="005E6E85">
        <w:tc>
          <w:tcPr>
            <w:tcW w:w="1701" w:type="dxa"/>
          </w:tcPr>
          <w:p w14:paraId="0CFA5347" w14:textId="4831567C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9329F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  <w:p w14:paraId="58DA7161" w14:textId="77777777" w:rsidR="006924FB" w:rsidRDefault="006924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01F98D8" w14:textId="77777777" w:rsidR="006924FB" w:rsidRDefault="006924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8D02AD9" w14:textId="77777777" w:rsidR="006924FB" w:rsidRDefault="006924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80B6C85" w14:textId="77777777" w:rsidR="006924FB" w:rsidRDefault="006924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376F136" w14:textId="77777777" w:rsidR="006924FB" w:rsidRDefault="006924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C52C841" w14:textId="0196FCBD" w:rsidR="006924FB" w:rsidRPr="00B169DF" w:rsidRDefault="0069329F" w:rsidP="006932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002BE28E" w14:textId="77777777" w:rsidR="0085747A" w:rsidRDefault="006924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Kompetencje społeczne: absolwent jest gotów do:</w:t>
            </w:r>
          </w:p>
          <w:p w14:paraId="725602C5" w14:textId="77777777" w:rsidR="006924FB" w:rsidRDefault="006924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Krytycznej oceny posiadanej przez siebie wiedzy, przyjmowania nowych idei, zmiany opinii w świetle dostępnych nowych argumentów oraz uznania znaczenia wiedzy w określaniu metod osiągania zakładanych przez siebie celów;</w:t>
            </w:r>
          </w:p>
          <w:p w14:paraId="00AC75C7" w14:textId="1E86B805" w:rsidR="006924FB" w:rsidRDefault="006924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Uznania wpływu różnych zjawisk na wystąpienie i trwanie konfliktów i kryzysów i odpowiedzialnego pełnienia ról zawodowych w tym kontekście.</w:t>
            </w:r>
          </w:p>
          <w:p w14:paraId="0ED94FF1" w14:textId="399E4A9A" w:rsidR="006924FB" w:rsidRPr="00B169DF" w:rsidRDefault="006924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2FE02E1D" w14:textId="77777777" w:rsidR="006924FB" w:rsidRDefault="006924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5AA001C" w14:textId="4C7181EF" w:rsidR="006924FB" w:rsidRDefault="0069329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4F8B9DB7" w14:textId="77777777" w:rsidR="006924FB" w:rsidRDefault="006924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CF0B69C" w14:textId="77777777" w:rsidR="006924FB" w:rsidRDefault="006924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FDB1B6E" w14:textId="77777777" w:rsidR="006924FB" w:rsidRDefault="006924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FC06F26" w14:textId="77777777" w:rsidR="0069329F" w:rsidRDefault="0069329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1DC7A70" w14:textId="07F6BD14" w:rsidR="006924FB" w:rsidRPr="00B169DF" w:rsidRDefault="0069329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5A756F5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3E2DC8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7A6F3A2E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1817DF77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68747490" w14:textId="77777777" w:rsidTr="00923D7D">
        <w:tc>
          <w:tcPr>
            <w:tcW w:w="9639" w:type="dxa"/>
          </w:tcPr>
          <w:p w14:paraId="66E4894E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1E6E57A6" w14:textId="77777777" w:rsidTr="00923D7D">
        <w:tc>
          <w:tcPr>
            <w:tcW w:w="9639" w:type="dxa"/>
          </w:tcPr>
          <w:p w14:paraId="52E46C4A" w14:textId="11F82A6F" w:rsidR="0085747A" w:rsidRDefault="009E7C27" w:rsidP="004120B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Konflikt jako przejaw kryzysu relacji. </w:t>
            </w:r>
            <w:r w:rsidR="004120BD">
              <w:rPr>
                <w:rFonts w:ascii="Corbel" w:hAnsi="Corbel"/>
                <w:sz w:val="24"/>
                <w:szCs w:val="24"/>
              </w:rPr>
              <w:t>Czym jest konflikt polityczny i jak można go rozstrzygnąć? (2 h).</w:t>
            </w:r>
          </w:p>
          <w:p w14:paraId="325287DB" w14:textId="73D74BCE" w:rsidR="004120BD" w:rsidRDefault="004120BD" w:rsidP="004120B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Postrzeganie konfliktu </w:t>
            </w:r>
            <w:r w:rsidR="00CF3BD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(3 h).</w:t>
            </w:r>
          </w:p>
          <w:p w14:paraId="7E87B69B" w14:textId="77777777" w:rsidR="004120BD" w:rsidRDefault="009F4CA6" w:rsidP="004120B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Moderowanie własnych konfliktów (2 h).</w:t>
            </w:r>
          </w:p>
          <w:p w14:paraId="0BC7FA85" w14:textId="77777777" w:rsidR="009F4CA6" w:rsidRDefault="009F4CA6" w:rsidP="004120B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Przebaczenie i pojednanie w kontekście konfliktów międzyludzkich (2 h).</w:t>
            </w:r>
          </w:p>
          <w:p w14:paraId="16A9CA1A" w14:textId="51EC8E67" w:rsidR="009F4CA6" w:rsidRDefault="009F4CA6" w:rsidP="004120B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Zapobieganie destruktywnym konfliktom</w:t>
            </w:r>
            <w:r w:rsidR="00CF3BD6">
              <w:rPr>
                <w:rFonts w:ascii="Corbel" w:hAnsi="Corbel"/>
                <w:sz w:val="24"/>
                <w:szCs w:val="24"/>
              </w:rPr>
              <w:t>. Czy możliwe jest porozumienie bez przemocy?</w:t>
            </w:r>
            <w:r>
              <w:rPr>
                <w:rFonts w:ascii="Corbel" w:hAnsi="Corbel"/>
                <w:sz w:val="24"/>
                <w:szCs w:val="24"/>
              </w:rPr>
              <w:t xml:space="preserve"> (2 h).</w:t>
            </w:r>
          </w:p>
          <w:p w14:paraId="55BB373F" w14:textId="0FFDD10A" w:rsidR="00CF3BD6" w:rsidRDefault="00CF3BD6" w:rsidP="004120B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Jakie konflikty czekają nas w przyszłości? Konflikty międzynarodowe czy zderzenia cywilizacji? (3 h).</w:t>
            </w:r>
          </w:p>
          <w:p w14:paraId="56A8A27C" w14:textId="0AB49031" w:rsidR="009F4CA6" w:rsidRPr="004120BD" w:rsidRDefault="00CF3BD6" w:rsidP="00CF3BD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F3BD6">
              <w:rPr>
                <w:rFonts w:ascii="Corbel" w:hAnsi="Corbel"/>
                <w:sz w:val="24"/>
                <w:szCs w:val="24"/>
              </w:rPr>
              <w:t>Kolokwium zaliczeniowe</w:t>
            </w:r>
            <w:r>
              <w:rPr>
                <w:rFonts w:ascii="Corbel" w:hAnsi="Corbel"/>
                <w:sz w:val="24"/>
                <w:szCs w:val="24"/>
              </w:rPr>
              <w:t xml:space="preserve"> (1 h). </w:t>
            </w:r>
          </w:p>
        </w:tc>
      </w:tr>
      <w:tr w:rsidR="0085747A" w:rsidRPr="00B169DF" w14:paraId="52C7DA90" w14:textId="77777777" w:rsidTr="00923D7D">
        <w:tc>
          <w:tcPr>
            <w:tcW w:w="9639" w:type="dxa"/>
          </w:tcPr>
          <w:p w14:paraId="0A2544AA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4756E0B7" w14:textId="77777777" w:rsidTr="00923D7D">
        <w:tc>
          <w:tcPr>
            <w:tcW w:w="9639" w:type="dxa"/>
          </w:tcPr>
          <w:p w14:paraId="5818B7FA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AF79FB9" w14:textId="40098068" w:rsidR="0085747A" w:rsidRPr="00B169DF" w:rsidRDefault="00950DE2" w:rsidP="009C54AE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 </w:t>
      </w:r>
      <w:r w:rsidR="009F4CA6">
        <w:rPr>
          <w:rFonts w:ascii="Corbel" w:hAnsi="Corbel"/>
          <w:sz w:val="24"/>
          <w:szCs w:val="24"/>
        </w:rPr>
        <w:t xml:space="preserve"> </w:t>
      </w:r>
    </w:p>
    <w:p w14:paraId="38B774D8" w14:textId="77777777" w:rsidR="0085747A" w:rsidRPr="00D563A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  <w:highlight w:val="yellow"/>
        </w:rPr>
      </w:pPr>
      <w:r w:rsidRPr="00D563A1">
        <w:rPr>
          <w:rFonts w:ascii="Corbel" w:hAnsi="Corbel"/>
          <w:sz w:val="24"/>
          <w:szCs w:val="24"/>
          <w:highlight w:val="yellow"/>
        </w:rPr>
        <w:t>Problematyka ćwiczeń, konwersator</w:t>
      </w:r>
      <w:r w:rsidR="005F76A3" w:rsidRPr="00D563A1">
        <w:rPr>
          <w:rFonts w:ascii="Corbel" w:hAnsi="Corbel"/>
          <w:sz w:val="24"/>
          <w:szCs w:val="24"/>
          <w:highlight w:val="yellow"/>
        </w:rPr>
        <w:t>iów</w:t>
      </w:r>
      <w:r w:rsidRPr="00D563A1">
        <w:rPr>
          <w:rFonts w:ascii="Corbel" w:hAnsi="Corbel"/>
          <w:sz w:val="24"/>
          <w:szCs w:val="24"/>
          <w:highlight w:val="yellow"/>
        </w:rPr>
        <w:t>, laborator</w:t>
      </w:r>
      <w:r w:rsidR="005F76A3" w:rsidRPr="00D563A1">
        <w:rPr>
          <w:rFonts w:ascii="Corbel" w:hAnsi="Corbel"/>
          <w:sz w:val="24"/>
          <w:szCs w:val="24"/>
          <w:highlight w:val="yellow"/>
        </w:rPr>
        <w:t>iów</w:t>
      </w:r>
      <w:r w:rsidR="009F4610" w:rsidRPr="00D563A1">
        <w:rPr>
          <w:rFonts w:ascii="Corbel" w:hAnsi="Corbel"/>
          <w:sz w:val="24"/>
          <w:szCs w:val="24"/>
          <w:highlight w:val="yellow"/>
        </w:rPr>
        <w:t xml:space="preserve">, </w:t>
      </w:r>
      <w:r w:rsidRPr="00D563A1">
        <w:rPr>
          <w:rFonts w:ascii="Corbel" w:hAnsi="Corbel"/>
          <w:sz w:val="24"/>
          <w:szCs w:val="24"/>
          <w:highlight w:val="yellow"/>
        </w:rPr>
        <w:t xml:space="preserve">zajęć praktycznych </w:t>
      </w:r>
    </w:p>
    <w:p w14:paraId="710A4707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50F0E11A" w14:textId="77777777" w:rsidTr="00923D7D">
        <w:tc>
          <w:tcPr>
            <w:tcW w:w="9639" w:type="dxa"/>
          </w:tcPr>
          <w:p w14:paraId="3253B91A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306B5B2F" w14:textId="77777777" w:rsidTr="00923D7D">
        <w:tc>
          <w:tcPr>
            <w:tcW w:w="9639" w:type="dxa"/>
          </w:tcPr>
          <w:p w14:paraId="43F8874D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0C1DBED6" w14:textId="77777777" w:rsidTr="00923D7D">
        <w:tc>
          <w:tcPr>
            <w:tcW w:w="9639" w:type="dxa"/>
          </w:tcPr>
          <w:p w14:paraId="2195D51F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5B030BD5" w14:textId="77777777" w:rsidTr="00923D7D">
        <w:tc>
          <w:tcPr>
            <w:tcW w:w="9639" w:type="dxa"/>
          </w:tcPr>
          <w:p w14:paraId="6C2ED089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EE9D22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3011F7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4E2DE48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A41668" w14:textId="77777777"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  <w:r w:rsidR="00923D7D" w:rsidRPr="00B169DF">
        <w:rPr>
          <w:rFonts w:ascii="Corbel" w:hAnsi="Corbel"/>
          <w:sz w:val="20"/>
          <w:szCs w:val="20"/>
        </w:rPr>
        <w:t xml:space="preserve"> </w:t>
      </w:r>
    </w:p>
    <w:p w14:paraId="1EFC830D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: </w:t>
      </w:r>
      <w:r w:rsidRPr="009E7C27">
        <w:rPr>
          <w:rFonts w:ascii="Corbel" w:hAnsi="Corbel"/>
          <w:b w:val="0"/>
          <w:i/>
          <w:smallCaps w:val="0"/>
          <w:sz w:val="20"/>
          <w:szCs w:val="20"/>
          <w:u w:val="single"/>
        </w:rPr>
        <w:t>wykład</w:t>
      </w:r>
      <w:r w:rsidR="0085747A" w:rsidRPr="009E7C27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583C5972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E404E72" w14:textId="77777777" w:rsidR="0085747A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240E31B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95620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DEF472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45498F2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7C6C74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5997B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141F7319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8F518A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3637CB3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41D19892" w14:textId="77777777" w:rsidTr="00C05F44">
        <w:tc>
          <w:tcPr>
            <w:tcW w:w="1985" w:type="dxa"/>
            <w:vAlign w:val="center"/>
          </w:tcPr>
          <w:p w14:paraId="157CAE2B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B325447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4D80B8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F3EE486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AD1E882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6794E66F" w14:textId="77777777" w:rsidTr="00C05F44">
        <w:tc>
          <w:tcPr>
            <w:tcW w:w="1985" w:type="dxa"/>
          </w:tcPr>
          <w:p w14:paraId="20D6EE9C" w14:textId="6EAF5266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169D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169DF">
              <w:rPr>
                <w:rFonts w:ascii="Corbel" w:hAnsi="Corbel"/>
                <w:b w:val="0"/>
                <w:szCs w:val="24"/>
              </w:rPr>
              <w:t xml:space="preserve">_ 01 </w:t>
            </w:r>
            <w:r w:rsidR="00AA0726">
              <w:rPr>
                <w:rFonts w:ascii="Corbel" w:hAnsi="Corbel"/>
                <w:b w:val="0"/>
                <w:szCs w:val="24"/>
              </w:rPr>
              <w:t xml:space="preserve">i EK_02 </w:t>
            </w:r>
          </w:p>
        </w:tc>
        <w:tc>
          <w:tcPr>
            <w:tcW w:w="5528" w:type="dxa"/>
          </w:tcPr>
          <w:p w14:paraId="708C9AC7" w14:textId="4CF72FAC" w:rsidR="0085747A" w:rsidRPr="00AA0726" w:rsidRDefault="00AA072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5D1AC8C4" w14:textId="41ECB280" w:rsidR="0085747A" w:rsidRPr="00B169DF" w:rsidRDefault="00AA072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B169DF" w14:paraId="2388083F" w14:textId="77777777" w:rsidTr="00C05F44">
        <w:tc>
          <w:tcPr>
            <w:tcW w:w="1985" w:type="dxa"/>
          </w:tcPr>
          <w:p w14:paraId="56592B5B" w14:textId="3B9CF10D" w:rsidR="0085747A" w:rsidRPr="00B169DF" w:rsidRDefault="0069329F" w:rsidP="006932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Ek_3 -EK_7</w:t>
            </w:r>
          </w:p>
        </w:tc>
        <w:tc>
          <w:tcPr>
            <w:tcW w:w="5528" w:type="dxa"/>
          </w:tcPr>
          <w:p w14:paraId="35E125A4" w14:textId="23084FEA" w:rsidR="0085747A" w:rsidRPr="00B169DF" w:rsidRDefault="00AA072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96DC76B" w14:textId="10EE801A" w:rsidR="0085747A" w:rsidRPr="00B169DF" w:rsidRDefault="00AA072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34B13174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C2FD72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2F81AAC6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309959C9" w14:textId="77777777" w:rsidTr="00923D7D">
        <w:tc>
          <w:tcPr>
            <w:tcW w:w="9670" w:type="dxa"/>
          </w:tcPr>
          <w:p w14:paraId="1C8135CA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2824E8A" w14:textId="77777777" w:rsidR="009C7A59" w:rsidRPr="009C7A59" w:rsidRDefault="009C7A59" w:rsidP="009C7A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7A5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Warunkiem zaliczenia zajęć jest odpowiednia (tj. 85  %) frekwencja na zajęciach oraz zdanie kolokwium. Maksymalna liczba punktów możliwa do zdobycia w formie pisemnej to 12 pkt. Proponowany sposób oceny:</w:t>
            </w:r>
          </w:p>
          <w:p w14:paraId="3C0BEF22" w14:textId="77777777" w:rsidR="009C7A59" w:rsidRPr="009C7A59" w:rsidRDefault="009C7A59" w:rsidP="009C7A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7A59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 w:rsidRPr="009C7A59">
              <w:rPr>
                <w:rFonts w:ascii="Corbel" w:hAnsi="Corbel"/>
                <w:b w:val="0"/>
                <w:smallCaps w:val="0"/>
                <w:szCs w:val="24"/>
              </w:rPr>
              <w:t xml:space="preserve"> – wynik poniżej bądź równy 6 pkt;</w:t>
            </w:r>
          </w:p>
          <w:p w14:paraId="30E1AD84" w14:textId="77777777" w:rsidR="009C7A59" w:rsidRPr="009C7A59" w:rsidRDefault="009C7A59" w:rsidP="009C7A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7A59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9C7A59">
              <w:rPr>
                <w:rFonts w:ascii="Corbel" w:hAnsi="Corbel"/>
                <w:b w:val="0"/>
                <w:smallCaps w:val="0"/>
                <w:szCs w:val="24"/>
              </w:rPr>
              <w:t xml:space="preserve"> – wynik powyżej 6 pkt do 7.5 pkt;</w:t>
            </w:r>
          </w:p>
          <w:p w14:paraId="5CCA6357" w14:textId="77777777" w:rsidR="009C7A59" w:rsidRPr="009C7A59" w:rsidRDefault="009C7A59" w:rsidP="009C7A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7A59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9C7A59">
              <w:rPr>
                <w:rFonts w:ascii="Corbel" w:hAnsi="Corbel"/>
                <w:b w:val="0"/>
                <w:smallCaps w:val="0"/>
                <w:szCs w:val="24"/>
              </w:rPr>
              <w:t xml:space="preserve"> + - wynik powyżej 7.5 pkt do 8.5 pkt;</w:t>
            </w:r>
          </w:p>
          <w:p w14:paraId="5B51D7E5" w14:textId="77777777" w:rsidR="009C7A59" w:rsidRPr="009C7A59" w:rsidRDefault="009C7A59" w:rsidP="009C7A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7A59">
              <w:rPr>
                <w:rFonts w:ascii="Corbel" w:hAnsi="Corbel"/>
                <w:b w:val="0"/>
                <w:smallCaps w:val="0"/>
                <w:szCs w:val="24"/>
              </w:rPr>
              <w:t>Db – wynik powyżej 8.5 pkt do 9.5 pkt;</w:t>
            </w:r>
          </w:p>
          <w:p w14:paraId="6DD45D7B" w14:textId="77777777" w:rsidR="009C7A59" w:rsidRPr="009C7A59" w:rsidRDefault="009C7A59" w:rsidP="009C7A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7A59">
              <w:rPr>
                <w:rFonts w:ascii="Corbel" w:hAnsi="Corbel"/>
                <w:b w:val="0"/>
                <w:smallCaps w:val="0"/>
                <w:szCs w:val="24"/>
              </w:rPr>
              <w:t>Db + - wynik powyżej 9.5 pkt do 10.9  pkt;</w:t>
            </w:r>
          </w:p>
          <w:p w14:paraId="2C4A11CB" w14:textId="07132A1A" w:rsidR="0085747A" w:rsidRPr="00B169DF" w:rsidRDefault="009C7A59" w:rsidP="009C7A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7A59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 w:rsidRPr="009C7A59">
              <w:rPr>
                <w:rFonts w:ascii="Corbel" w:hAnsi="Corbel"/>
                <w:b w:val="0"/>
                <w:smallCaps w:val="0"/>
                <w:szCs w:val="24"/>
              </w:rPr>
              <w:t xml:space="preserve"> – wynik powyżej 10.9 pkt do 12 pkt.  </w:t>
            </w:r>
          </w:p>
        </w:tc>
      </w:tr>
    </w:tbl>
    <w:p w14:paraId="061640F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C758D7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0A7F56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0402A5C6" w14:textId="77777777" w:rsidTr="003E1941">
        <w:tc>
          <w:tcPr>
            <w:tcW w:w="4962" w:type="dxa"/>
            <w:vAlign w:val="center"/>
          </w:tcPr>
          <w:p w14:paraId="267EBE06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74CAFD6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6AD4F68E" w14:textId="77777777" w:rsidTr="00923D7D">
        <w:tc>
          <w:tcPr>
            <w:tcW w:w="4962" w:type="dxa"/>
          </w:tcPr>
          <w:p w14:paraId="749E4829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74345AD" w14:textId="74F028C8" w:rsidR="0085747A" w:rsidRPr="00B169DF" w:rsidRDefault="009E7C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B169DF" w14:paraId="654D8B81" w14:textId="77777777" w:rsidTr="00923D7D">
        <w:tc>
          <w:tcPr>
            <w:tcW w:w="4962" w:type="dxa"/>
          </w:tcPr>
          <w:p w14:paraId="07039768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FD420F6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014F56" w14:textId="3C5975FF" w:rsidR="00C61DC5" w:rsidRPr="00B169DF" w:rsidRDefault="009E7C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B169DF" w14:paraId="7F057C18" w14:textId="77777777" w:rsidTr="00923D7D">
        <w:tc>
          <w:tcPr>
            <w:tcW w:w="4962" w:type="dxa"/>
          </w:tcPr>
          <w:p w14:paraId="6AEDB80A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CBA523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2F0E81D" w14:textId="4684EB34" w:rsidR="00C61DC5" w:rsidRPr="00B169DF" w:rsidRDefault="009E7C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85747A" w:rsidRPr="00583524" w14:paraId="41E1B402" w14:textId="77777777" w:rsidTr="00923D7D">
        <w:tc>
          <w:tcPr>
            <w:tcW w:w="4962" w:type="dxa"/>
          </w:tcPr>
          <w:p w14:paraId="1076A393" w14:textId="77777777" w:rsidR="0085747A" w:rsidRPr="0058352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i/>
                <w:iCs/>
                <w:sz w:val="24"/>
                <w:szCs w:val="24"/>
              </w:rPr>
            </w:pPr>
            <w:r w:rsidRPr="00583524">
              <w:rPr>
                <w:rFonts w:ascii="Corbel" w:hAnsi="Corbel"/>
                <w:i/>
                <w:i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26E05CF" w14:textId="573DAA35" w:rsidR="0085747A" w:rsidRPr="00583524" w:rsidRDefault="009E7C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i/>
                <w:iCs/>
                <w:sz w:val="24"/>
                <w:szCs w:val="24"/>
              </w:rPr>
            </w:pPr>
            <w:r w:rsidRPr="00583524">
              <w:rPr>
                <w:rFonts w:ascii="Corbel" w:hAnsi="Corbel"/>
                <w:i/>
                <w:iCs/>
                <w:sz w:val="24"/>
                <w:szCs w:val="24"/>
              </w:rPr>
              <w:t>50</w:t>
            </w:r>
          </w:p>
        </w:tc>
      </w:tr>
      <w:tr w:rsidR="0085747A" w:rsidRPr="00B169DF" w14:paraId="3028168B" w14:textId="77777777" w:rsidTr="00923D7D">
        <w:tc>
          <w:tcPr>
            <w:tcW w:w="4962" w:type="dxa"/>
          </w:tcPr>
          <w:p w14:paraId="0AC39A74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D0912EF" w14:textId="73B799FA" w:rsidR="0085747A" w:rsidRPr="00B169DF" w:rsidRDefault="009E7C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CF5A36C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68B204E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63216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10058127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5DF6A43" w14:textId="77777777" w:rsidTr="0071620A">
        <w:trPr>
          <w:trHeight w:val="397"/>
        </w:trPr>
        <w:tc>
          <w:tcPr>
            <w:tcW w:w="3544" w:type="dxa"/>
          </w:tcPr>
          <w:p w14:paraId="3E387E00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8468EC2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036C7E19" w14:textId="77777777" w:rsidTr="0071620A">
        <w:trPr>
          <w:trHeight w:val="397"/>
        </w:trPr>
        <w:tc>
          <w:tcPr>
            <w:tcW w:w="3544" w:type="dxa"/>
          </w:tcPr>
          <w:p w14:paraId="46FC789C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EABE491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42E3C60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CF3107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2398A0A7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86484B" w14:paraId="14835628" w14:textId="77777777" w:rsidTr="0071620A">
        <w:trPr>
          <w:trHeight w:val="397"/>
        </w:trPr>
        <w:tc>
          <w:tcPr>
            <w:tcW w:w="7513" w:type="dxa"/>
          </w:tcPr>
          <w:p w14:paraId="0854321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577B84D" w14:textId="77777777" w:rsidR="0086484B" w:rsidRDefault="009E7C27" w:rsidP="009E7C2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8241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W. W. </w:t>
            </w:r>
            <w:proofErr w:type="spellStart"/>
            <w:r w:rsidRPr="0078241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Wilmot</w:t>
            </w:r>
            <w:proofErr w:type="spellEnd"/>
            <w:r w:rsidRPr="0078241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J.  </w:t>
            </w:r>
            <w:r w:rsidRPr="008648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L. </w:t>
            </w:r>
            <w:proofErr w:type="spellStart"/>
            <w:r w:rsidRPr="008648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Hocker</w:t>
            </w:r>
            <w:proofErr w:type="spellEnd"/>
            <w:r w:rsidRPr="008648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86484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Konflikty między ludźmi, </w:t>
            </w:r>
            <w:r w:rsidR="0086484B" w:rsidRPr="008648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Przekład M.</w:t>
            </w:r>
            <w:r w:rsidR="008648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="008648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Höffner</w:t>
            </w:r>
            <w:proofErr w:type="spellEnd"/>
            <w:r w:rsidR="008648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PWN, Warszawa 2011.</w:t>
            </w:r>
          </w:p>
          <w:p w14:paraId="7B82F19F" w14:textId="77777777" w:rsidR="0086484B" w:rsidRDefault="0086484B" w:rsidP="009E7C2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Wprowadzenie do nauki o państwie i polityce,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B. Szmulika i M. Żmigrodzki (red.), Wydaw.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Uniw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Marii Curie-Skłodowskiej, Lublin 2010, rozdz. XVII.</w:t>
            </w:r>
          </w:p>
          <w:p w14:paraId="0E0C8BD8" w14:textId="77777777" w:rsidR="009E7C27" w:rsidRDefault="0086484B" w:rsidP="009E7C2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S. P. Huntington,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Zderzenie cywilizacji i nowy kształt ładu światowego, </w:t>
            </w:r>
            <w:r w:rsidR="009E7C27" w:rsidRPr="008648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5835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przeł. H. Jankowska, Wydaw. Literackie Muza, Warszawa 2008, rozdział VIII i XII.</w:t>
            </w:r>
          </w:p>
          <w:p w14:paraId="775BCB0E" w14:textId="77777777" w:rsidR="00583524" w:rsidRDefault="00583524" w:rsidP="009E7C2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S.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Nye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jr.,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Konflikty międzynarodowe. Wprowadzenie do teorii i historii,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tłum. M. Madej, Wydaw. Akademickie i Profesjonalne, Warszawa 2009, rozdz. IX.</w:t>
            </w:r>
          </w:p>
          <w:p w14:paraId="3157E89B" w14:textId="5919EB2D" w:rsidR="00583524" w:rsidRPr="0086484B" w:rsidRDefault="00583524" w:rsidP="009E7C2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M. </w:t>
            </w:r>
            <w:r w:rsidR="00BE24C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B. Rosenberg, </w:t>
            </w:r>
            <w:r w:rsidR="00BE24C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Porozumienie bez przemocy. O języku serca, </w:t>
            </w:r>
            <w:r w:rsidR="00BE24C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przeł. M. Kłobukowski, Jacek Santorski &amp; Co Wydawnictwo, Warszawa 1998.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</w:p>
        </w:tc>
      </w:tr>
      <w:tr w:rsidR="0085747A" w:rsidRPr="00B169DF" w14:paraId="7458DD74" w14:textId="77777777" w:rsidTr="0071620A">
        <w:trPr>
          <w:trHeight w:val="397"/>
        </w:trPr>
        <w:tc>
          <w:tcPr>
            <w:tcW w:w="7513" w:type="dxa"/>
          </w:tcPr>
          <w:p w14:paraId="45B4C87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9CD738F" w14:textId="77777777" w:rsidR="00BE24C7" w:rsidRPr="00BE24C7" w:rsidRDefault="00BE24C7" w:rsidP="00BE24C7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M.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>Budyta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-Budzyńska,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Socjologia narodu i konfliktów etnicznych, </w:t>
            </w: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>PWN, Warszawa 2013.</w:t>
            </w:r>
          </w:p>
          <w:p w14:paraId="0D8CF9D3" w14:textId="263F405A" w:rsidR="00BE24C7" w:rsidRPr="00BE24C7" w:rsidRDefault="00BE24C7" w:rsidP="00BE24C7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S. Chełpa, T. Witkowski,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Psychologia konfliktów, </w:t>
            </w:r>
            <w:r w:rsidR="00FC22D1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Biblioteka </w:t>
            </w: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>Moderator</w:t>
            </w:r>
            <w:r w:rsidR="00FC22D1">
              <w:rPr>
                <w:rFonts w:ascii="Corbel" w:hAnsi="Corbel"/>
                <w:b w:val="0"/>
                <w:iCs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>,</w:t>
            </w:r>
            <w:r w:rsidR="00FC22D1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 2004.</w:t>
            </w:r>
            <w:r w:rsidR="001D47E3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 </w:t>
            </w:r>
          </w:p>
        </w:tc>
      </w:tr>
    </w:tbl>
    <w:p w14:paraId="1034A820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228633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8343AA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632B77" w14:textId="77777777" w:rsidR="00C21254" w:rsidRDefault="00C21254" w:rsidP="00C16ABF">
      <w:pPr>
        <w:spacing w:after="0" w:line="240" w:lineRule="auto"/>
      </w:pPr>
      <w:r>
        <w:separator/>
      </w:r>
    </w:p>
  </w:endnote>
  <w:endnote w:type="continuationSeparator" w:id="0">
    <w:p w14:paraId="1547D0BC" w14:textId="77777777" w:rsidR="00C21254" w:rsidRDefault="00C2125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1B01E1" w14:textId="77777777" w:rsidR="00C21254" w:rsidRDefault="00C21254" w:rsidP="00C16ABF">
      <w:pPr>
        <w:spacing w:after="0" w:line="240" w:lineRule="auto"/>
      </w:pPr>
      <w:r>
        <w:separator/>
      </w:r>
    </w:p>
  </w:footnote>
  <w:footnote w:type="continuationSeparator" w:id="0">
    <w:p w14:paraId="78E6310A" w14:textId="77777777" w:rsidR="00C21254" w:rsidRDefault="00C21254" w:rsidP="00C16ABF">
      <w:pPr>
        <w:spacing w:after="0" w:line="240" w:lineRule="auto"/>
      </w:pPr>
      <w:r>
        <w:continuationSeparator/>
      </w:r>
    </w:p>
  </w:footnote>
  <w:footnote w:id="1">
    <w:p w14:paraId="6E5D6CD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9D400D"/>
    <w:multiLevelType w:val="hybridMultilevel"/>
    <w:tmpl w:val="CBBC80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302C1"/>
    <w:multiLevelType w:val="hybridMultilevel"/>
    <w:tmpl w:val="0888C0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567093"/>
    <w:multiLevelType w:val="hybridMultilevel"/>
    <w:tmpl w:val="70C00E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591FA1"/>
    <w:multiLevelType w:val="hybridMultilevel"/>
    <w:tmpl w:val="4CDC21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9955877">
    <w:abstractNumId w:val="2"/>
  </w:num>
  <w:num w:numId="2" w16cid:durableId="664091792">
    <w:abstractNumId w:val="1"/>
  </w:num>
  <w:num w:numId="3" w16cid:durableId="316737626">
    <w:abstractNumId w:val="0"/>
  </w:num>
  <w:num w:numId="4" w16cid:durableId="627395498">
    <w:abstractNumId w:val="4"/>
  </w:num>
  <w:num w:numId="5" w16cid:durableId="836723987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4A1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47E3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3823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7669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20B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155B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74572"/>
    <w:rsid w:val="00583524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24FB"/>
    <w:rsid w:val="0069329F"/>
    <w:rsid w:val="00696477"/>
    <w:rsid w:val="006C233B"/>
    <w:rsid w:val="006D050F"/>
    <w:rsid w:val="006D6139"/>
    <w:rsid w:val="006E5D65"/>
    <w:rsid w:val="006F1282"/>
    <w:rsid w:val="006F1FBC"/>
    <w:rsid w:val="006F31E2"/>
    <w:rsid w:val="00706544"/>
    <w:rsid w:val="007072BA"/>
    <w:rsid w:val="007132AC"/>
    <w:rsid w:val="00713D39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2417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484B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0DE2"/>
    <w:rsid w:val="00954A07"/>
    <w:rsid w:val="00997F14"/>
    <w:rsid w:val="009A17BE"/>
    <w:rsid w:val="009A78D9"/>
    <w:rsid w:val="009C3E31"/>
    <w:rsid w:val="009C54AE"/>
    <w:rsid w:val="009C788E"/>
    <w:rsid w:val="009C7A59"/>
    <w:rsid w:val="009D3F3B"/>
    <w:rsid w:val="009E0543"/>
    <w:rsid w:val="009E3B41"/>
    <w:rsid w:val="009E7C27"/>
    <w:rsid w:val="009F3C5C"/>
    <w:rsid w:val="009F4610"/>
    <w:rsid w:val="009F4CA6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726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26129"/>
    <w:rsid w:val="00B30178"/>
    <w:rsid w:val="00B3130B"/>
    <w:rsid w:val="00B35214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24C7"/>
    <w:rsid w:val="00BF2C41"/>
    <w:rsid w:val="00C058B4"/>
    <w:rsid w:val="00C05F44"/>
    <w:rsid w:val="00C06B13"/>
    <w:rsid w:val="00C131B5"/>
    <w:rsid w:val="00C16ABF"/>
    <w:rsid w:val="00C170AE"/>
    <w:rsid w:val="00C21254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3BD6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563A1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27CA0"/>
    <w:rsid w:val="00F526AF"/>
    <w:rsid w:val="00F617C3"/>
    <w:rsid w:val="00F61A26"/>
    <w:rsid w:val="00F7066B"/>
    <w:rsid w:val="00F83B28"/>
    <w:rsid w:val="00F85441"/>
    <w:rsid w:val="00F9055C"/>
    <w:rsid w:val="00F974DA"/>
    <w:rsid w:val="00FA44DA"/>
    <w:rsid w:val="00FA46E5"/>
    <w:rsid w:val="00FB7DBA"/>
    <w:rsid w:val="00FC1C25"/>
    <w:rsid w:val="00FC22D1"/>
    <w:rsid w:val="00FC381E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2D718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06B1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06B13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06B1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E8577C-60E2-45C3-9A5A-D31CAA04F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186</TotalTime>
  <Pages>5</Pages>
  <Words>946</Words>
  <Characters>5678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Paweł Balcerak</cp:lastModifiedBy>
  <cp:revision>12</cp:revision>
  <cp:lastPrinted>2019-02-06T12:12:00Z</cp:lastPrinted>
  <dcterms:created xsi:type="dcterms:W3CDTF">2023-10-02T12:20:00Z</dcterms:created>
  <dcterms:modified xsi:type="dcterms:W3CDTF">2025-06-30T10:36:00Z</dcterms:modified>
</cp:coreProperties>
</file>